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89785" cy="2924908"/>
                <wp:effectExtent l="0" t="0" r="20955" b="279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9785" cy="292490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7.4pt;height:23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" filled="f" strokecolor="#7030a0" strokeweight="1pt"/>
            </w:pict>
          </mc:Fallback>
        </mc:AlternateContent>
      </w:r>
      <w:r w:rsidR="00ED54DD">
        <w:rPr>
          <w:rFonts w:ascii="Arial" w:hAnsi="Arial" w:cs="Arial"/>
          <w:b/>
          <w:color w:val="7030A0"/>
          <w:sz w:val="28"/>
          <w:szCs w:val="28"/>
        </w:rPr>
        <w:t xml:space="preserve">BIJAY DIT …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D07B82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Exercer</w:t>
      </w:r>
      <w:r w:rsidR="008B088B">
        <w:rPr>
          <w:rFonts w:ascii="Arial" w:hAnsi="Arial" w:cs="Arial"/>
        </w:rPr>
        <w:t xml:space="preserve"> sa réactivité tout en apprenant différentes expressions en népalais. Audacieux, audacieuses, prêt-e-s à relever le défi et remporter la partie ?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CF7F2F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27, L</w:t>
      </w:r>
      <w:r w:rsidR="00D07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3 23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8378C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F7F2F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F7F2F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CF7F2F">
        <w:rPr>
          <w:rFonts w:ascii="Arial" w:hAnsi="Arial" w:cs="Arial"/>
        </w:rPr>
        <w:t xml:space="preserve">- </w:t>
      </w:r>
    </w:p>
    <w:p w:rsidR="0094240B" w:rsidRPr="0094240B" w:rsidRDefault="00487749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bookmarkStart w:id="0" w:name="_GoBack"/>
      <w:bookmarkEnd w:id="0"/>
      <w:r w:rsidR="0094240B">
        <w:rPr>
          <w:rFonts w:ascii="Arial" w:hAnsi="Arial" w:cs="Arial"/>
        </w:rPr>
        <w:t xml:space="preserve"> : </w:t>
      </w:r>
      <w:r w:rsidR="00CF7F2F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CF7F2F">
        <w:rPr>
          <w:rFonts w:ascii="Arial" w:hAnsi="Arial" w:cs="Arial"/>
        </w:rPr>
        <w:t xml:space="preserve">FG 24, FG 25, FG 28 </w:t>
      </w:r>
    </w:p>
    <w:p w:rsidR="00687DE3" w:rsidRDefault="00CF7F2F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collaboration, stratégies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D660C8" w:rsidRPr="00B32447" w:rsidRDefault="00F723D3" w:rsidP="00B3244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B32447" w:rsidRPr="00B32447" w:rsidRDefault="00B32447" w:rsidP="00B3244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B32447">
        <w:rPr>
          <w:rFonts w:ascii="Arial" w:hAnsi="Arial" w:cs="Arial"/>
          <w:b/>
        </w:rPr>
        <w:t>Espace pour danser et écouter la musique</w:t>
      </w:r>
    </w:p>
    <w:p w:rsidR="00B32447" w:rsidRPr="00B32447" w:rsidRDefault="00B32447" w:rsidP="00B3244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B32447">
        <w:rPr>
          <w:rFonts w:ascii="Arial" w:hAnsi="Arial" w:cs="Arial"/>
          <w:b/>
        </w:rPr>
        <w:t xml:space="preserve">Haut-parleur pour la musique </w:t>
      </w:r>
    </w:p>
    <w:p w:rsidR="00B32447" w:rsidRPr="00B32447" w:rsidRDefault="00B32447" w:rsidP="00B3244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B32447">
        <w:rPr>
          <w:rFonts w:ascii="Arial" w:hAnsi="Arial" w:cs="Arial"/>
          <w:b/>
        </w:rPr>
        <w:t>Un mur pour coller un poster descriptif (images)</w:t>
      </w:r>
    </w:p>
    <w:p w:rsidR="00B32447" w:rsidRPr="00B32447" w:rsidRDefault="00B32447" w:rsidP="00B32447">
      <w:pPr>
        <w:pStyle w:val="Paragraphedeliste"/>
        <w:rPr>
          <w:rFonts w:ascii="Arial" w:hAnsi="Arial" w:cs="Arial"/>
          <w:b/>
        </w:rPr>
      </w:pPr>
    </w:p>
    <w:p w:rsidR="00716697" w:rsidRPr="00716697" w:rsidRDefault="00716697" w:rsidP="00B32447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3F707B"/>
    <w:rsid w:val="004163C9"/>
    <w:rsid w:val="00487749"/>
    <w:rsid w:val="004B3F3D"/>
    <w:rsid w:val="00507F03"/>
    <w:rsid w:val="005472B9"/>
    <w:rsid w:val="00687DE3"/>
    <w:rsid w:val="00716697"/>
    <w:rsid w:val="008378C3"/>
    <w:rsid w:val="008844A5"/>
    <w:rsid w:val="008B088B"/>
    <w:rsid w:val="0094240B"/>
    <w:rsid w:val="00B32447"/>
    <w:rsid w:val="00CF7F2F"/>
    <w:rsid w:val="00D07B82"/>
    <w:rsid w:val="00D61C79"/>
    <w:rsid w:val="00D660C8"/>
    <w:rsid w:val="00D75DB1"/>
    <w:rsid w:val="00DF5E50"/>
    <w:rsid w:val="00E01974"/>
    <w:rsid w:val="00ED54DD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5C9F8057.dotm</Template>
  <TotalTime>42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15</cp:revision>
  <dcterms:created xsi:type="dcterms:W3CDTF">2019-05-16T14:12:00Z</dcterms:created>
  <dcterms:modified xsi:type="dcterms:W3CDTF">2019-08-22T12:37:00Z</dcterms:modified>
</cp:coreProperties>
</file>